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44D3171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105F6D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6D4C7C9" w14:textId="77777777" w:rsidR="00105F6D" w:rsidRDefault="00105F6D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  <w:p w14:paraId="7FEE3C84" w14:textId="1CDC9F3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32590110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105F6D" w:rsidRPr="00105F6D">
              <w:rPr>
                <w:rFonts w:asciiTheme="minorHAnsi" w:hAnsiTheme="minorHAnsi" w:cstheme="minorHAnsi"/>
                <w:b/>
                <w:bCs/>
              </w:rPr>
              <w:t>Łódź</w:t>
            </w:r>
          </w:p>
          <w:p w14:paraId="014F11D1" w14:textId="47DA4D84" w:rsidR="000855FF" w:rsidRPr="000855FF" w:rsidRDefault="00105F6D" w:rsidP="00BC5AE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644520EC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105F6D" w:rsidRPr="00105F6D">
        <w:rPr>
          <w:rFonts w:cstheme="minorHAnsi"/>
          <w:b/>
          <w:bCs/>
          <w:lang w:eastAsia="pl-PL"/>
        </w:rPr>
        <w:t>POST/DYS/OLD/GZ/00258/2026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105F6D" w:rsidRPr="00105F6D">
        <w:rPr>
          <w:rFonts w:cstheme="minorHAnsi"/>
          <w:b/>
          <w:bCs/>
          <w:lang w:eastAsia="pl-PL"/>
        </w:rPr>
        <w:t xml:space="preserve">Wykonanie dokumentacji projektowej i robót budowlanych na terenie działania Oddziału Łódź RE Sieradz: „Modernizacja stacji 110/15 </w:t>
      </w:r>
      <w:proofErr w:type="spellStart"/>
      <w:r w:rsidR="00105F6D" w:rsidRPr="00105F6D">
        <w:rPr>
          <w:rFonts w:cstheme="minorHAnsi"/>
          <w:b/>
          <w:bCs/>
          <w:lang w:eastAsia="pl-PL"/>
        </w:rPr>
        <w:t>kV</w:t>
      </w:r>
      <w:proofErr w:type="spellEnd"/>
      <w:r w:rsidR="00105F6D" w:rsidRPr="00105F6D">
        <w:rPr>
          <w:rFonts w:cstheme="minorHAnsi"/>
          <w:b/>
          <w:bCs/>
          <w:lang w:eastAsia="pl-PL"/>
        </w:rPr>
        <w:t xml:space="preserve"> Łask 2. Modernizacja rozdzielni 110kV do układu H5”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 w:rsidR="00105F6D">
        <w:rPr>
          <w:rFonts w:cstheme="minorHAnsi"/>
          <w:lang w:eastAsia="pl-PL"/>
        </w:rPr>
        <w:t xml:space="preserve"> zgodnie z</w:t>
      </w:r>
      <w:r w:rsidR="00556CA6">
        <w:rPr>
          <w:rFonts w:cstheme="minorHAnsi"/>
          <w:lang w:eastAsia="pl-PL"/>
        </w:rPr>
        <w:t xml:space="preserve"> wymaganiami określonymi przez Zamawiającego w Załączniku nr 2 do SWZ</w:t>
      </w:r>
      <w:r w:rsidRPr="000855FF">
        <w:rPr>
          <w:rFonts w:cstheme="minorHAnsi"/>
          <w:lang w:eastAsia="pl-PL"/>
        </w:rPr>
        <w:t>:</w:t>
      </w:r>
    </w:p>
    <w:p w14:paraId="502342C8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5573"/>
        <w:gridCol w:w="3118"/>
      </w:tblGrid>
      <w:tr w:rsidR="00105F6D" w:rsidRPr="000855FF" w14:paraId="23C921CF" w14:textId="77777777" w:rsidTr="00556CA6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105F6D" w:rsidRPr="00105F6D" w:rsidRDefault="00105F6D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b/>
                <w:bCs/>
                <w:lang w:eastAsia="pl-PL"/>
              </w:rPr>
            </w:pPr>
            <w:r w:rsidRPr="00105F6D">
              <w:rPr>
                <w:rFonts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105F6D" w:rsidRPr="00105F6D" w:rsidRDefault="00105F6D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b/>
                <w:bCs/>
                <w:lang w:eastAsia="pl-PL"/>
              </w:rPr>
            </w:pPr>
            <w:r w:rsidRPr="00105F6D">
              <w:rPr>
                <w:rFonts w:cstheme="minorHAnsi"/>
                <w:b/>
                <w:bCs/>
                <w:lang w:eastAsia="pl-PL"/>
              </w:rPr>
              <w:t>Imię i nazwisko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149BB36" w14:textId="0186DB29" w:rsidR="00105F6D" w:rsidRPr="00105F6D" w:rsidRDefault="00105F6D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b/>
                <w:bCs/>
                <w:lang w:eastAsia="pl-PL"/>
              </w:rPr>
            </w:pPr>
            <w:r w:rsidRPr="00105F6D">
              <w:rPr>
                <w:rFonts w:cstheme="minorHAnsi"/>
                <w:b/>
                <w:bCs/>
                <w:lang w:eastAsia="pl-PL"/>
              </w:rPr>
              <w:t>Nr uprawnień</w:t>
            </w:r>
          </w:p>
        </w:tc>
      </w:tr>
      <w:tr w:rsidR="00105F6D" w:rsidRPr="000855FF" w14:paraId="0BEBFFD2" w14:textId="77777777" w:rsidTr="00556CA6">
        <w:trPr>
          <w:trHeight w:hRule="exact" w:val="340"/>
        </w:trPr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4E7CE8E" w14:textId="537DC6C3" w:rsidR="00105F6D" w:rsidRPr="00105F6D" w:rsidRDefault="00105F6D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i/>
                <w:iCs/>
                <w:lang w:eastAsia="pl-PL"/>
              </w:rPr>
            </w:pPr>
            <w:r>
              <w:rPr>
                <w:rFonts w:cstheme="minorHAnsi"/>
                <w:i/>
                <w:iCs/>
                <w:lang w:eastAsia="pl-PL"/>
              </w:rPr>
              <w:t>1 o</w:t>
            </w:r>
            <w:r w:rsidRPr="00105F6D">
              <w:rPr>
                <w:rFonts w:cstheme="minorHAnsi"/>
                <w:i/>
                <w:iCs/>
                <w:lang w:eastAsia="pl-PL"/>
              </w:rPr>
              <w:t>soba posiadająca świadectwo kwalifikacyjne „D”</w:t>
            </w:r>
          </w:p>
        </w:tc>
      </w:tr>
      <w:tr w:rsidR="00105F6D" w:rsidRPr="000855FF" w14:paraId="78DE874D" w14:textId="77777777" w:rsidTr="00556CA6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105F6D" w:rsidRPr="000855FF" w:rsidRDefault="00105F6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105F6D" w:rsidRPr="000855FF" w:rsidRDefault="00105F6D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62474" w14:textId="77777777" w:rsidR="00105F6D" w:rsidRPr="000855FF" w:rsidRDefault="00105F6D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105F6D" w:rsidRPr="000855FF" w14:paraId="5A9C5481" w14:textId="77777777" w:rsidTr="00556CA6">
        <w:trPr>
          <w:trHeight w:hRule="exact" w:val="340"/>
        </w:trPr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09C635B" w14:textId="5D85284D" w:rsidR="00105F6D" w:rsidRPr="000855FF" w:rsidRDefault="00105F6D" w:rsidP="00105F6D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i/>
                <w:iCs/>
                <w:lang w:eastAsia="pl-PL"/>
              </w:rPr>
              <w:t>2 o</w:t>
            </w:r>
            <w:r w:rsidRPr="00105F6D">
              <w:rPr>
                <w:rFonts w:cstheme="minorHAnsi"/>
                <w:i/>
                <w:iCs/>
                <w:lang w:eastAsia="pl-PL"/>
              </w:rPr>
              <w:t>sob</w:t>
            </w:r>
            <w:r>
              <w:rPr>
                <w:rFonts w:cstheme="minorHAnsi"/>
                <w:i/>
                <w:iCs/>
                <w:lang w:eastAsia="pl-PL"/>
              </w:rPr>
              <w:t>y</w:t>
            </w:r>
            <w:r w:rsidRPr="00105F6D">
              <w:rPr>
                <w:rFonts w:cstheme="minorHAnsi"/>
                <w:i/>
                <w:iCs/>
                <w:lang w:eastAsia="pl-PL"/>
              </w:rPr>
              <w:t xml:space="preserve"> posiadająca świadectwo kwalifikacyjne „</w:t>
            </w:r>
            <w:r>
              <w:rPr>
                <w:rFonts w:cstheme="minorHAnsi"/>
                <w:i/>
                <w:iCs/>
                <w:lang w:eastAsia="pl-PL"/>
              </w:rPr>
              <w:t>E</w:t>
            </w:r>
            <w:r w:rsidRPr="00105F6D">
              <w:rPr>
                <w:rFonts w:cstheme="minorHAnsi"/>
                <w:i/>
                <w:iCs/>
                <w:lang w:eastAsia="pl-PL"/>
              </w:rPr>
              <w:t>”</w:t>
            </w:r>
          </w:p>
        </w:tc>
      </w:tr>
      <w:tr w:rsidR="00105F6D" w:rsidRPr="000855FF" w14:paraId="38DD3011" w14:textId="77777777" w:rsidTr="00556CA6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105F6D" w:rsidRPr="000855FF" w:rsidRDefault="00105F6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105F6D" w:rsidRPr="000855FF" w:rsidRDefault="00105F6D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748D" w14:textId="77777777" w:rsidR="00105F6D" w:rsidRPr="000855FF" w:rsidRDefault="00105F6D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105F6D" w:rsidRPr="000855FF" w14:paraId="087D85F7" w14:textId="77777777" w:rsidTr="00556CA6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105F6D" w:rsidRPr="000855FF" w:rsidRDefault="00105F6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105F6D" w:rsidRPr="000855FF" w:rsidRDefault="00105F6D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ACAF" w14:textId="77777777" w:rsidR="00105F6D" w:rsidRPr="000855FF" w:rsidRDefault="00105F6D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105F6D" w:rsidRPr="000855FF" w14:paraId="777BC0E7" w14:textId="77777777" w:rsidTr="00556CA6">
        <w:trPr>
          <w:trHeight w:hRule="exact" w:val="340"/>
        </w:trPr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8F0C328" w14:textId="1CE2A186" w:rsidR="00105F6D" w:rsidRPr="00105F6D" w:rsidRDefault="00105F6D" w:rsidP="00105F6D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Cs/>
                <w:i/>
                <w:iCs/>
                <w:lang w:eastAsia="pl-PL"/>
              </w:rPr>
            </w:pPr>
            <w:r w:rsidRPr="00105F6D">
              <w:rPr>
                <w:rFonts w:cstheme="minorHAnsi"/>
                <w:i/>
                <w:iCs/>
                <w:szCs w:val="20"/>
                <w:lang w:eastAsia="pl-PL"/>
              </w:rPr>
              <w:t xml:space="preserve">co najmniej </w:t>
            </w:r>
            <w:r>
              <w:rPr>
                <w:rFonts w:cstheme="minorHAnsi"/>
                <w:i/>
                <w:iCs/>
                <w:szCs w:val="20"/>
                <w:lang w:eastAsia="pl-PL"/>
              </w:rPr>
              <w:t>1</w:t>
            </w:r>
            <w:r w:rsidRPr="00105F6D">
              <w:rPr>
                <w:rFonts w:cstheme="minorHAnsi"/>
                <w:i/>
                <w:iCs/>
                <w:szCs w:val="20"/>
                <w:lang w:eastAsia="pl-PL"/>
              </w:rPr>
              <w:t xml:space="preserve"> osob</w:t>
            </w:r>
            <w:r>
              <w:rPr>
                <w:rFonts w:cstheme="minorHAnsi"/>
                <w:i/>
                <w:iCs/>
                <w:szCs w:val="20"/>
                <w:lang w:eastAsia="pl-PL"/>
              </w:rPr>
              <w:t>a</w:t>
            </w:r>
            <w:r w:rsidRPr="00105F6D">
              <w:rPr>
                <w:rFonts w:cstheme="minorHAnsi"/>
                <w:i/>
                <w:iCs/>
                <w:szCs w:val="20"/>
                <w:lang w:eastAsia="pl-PL"/>
              </w:rPr>
              <w:t xml:space="preserve"> posiadając</w:t>
            </w:r>
            <w:r>
              <w:rPr>
                <w:rFonts w:cstheme="minorHAnsi"/>
                <w:i/>
                <w:iCs/>
                <w:szCs w:val="20"/>
                <w:lang w:eastAsia="pl-PL"/>
              </w:rPr>
              <w:t>a</w:t>
            </w:r>
            <w:r w:rsidRPr="00105F6D">
              <w:rPr>
                <w:rFonts w:cstheme="minorHAnsi"/>
                <w:i/>
                <w:iCs/>
                <w:szCs w:val="20"/>
                <w:lang w:eastAsia="pl-PL"/>
              </w:rPr>
              <w:t xml:space="preserve"> uprawnienia budowlane do projektowania</w:t>
            </w:r>
          </w:p>
        </w:tc>
      </w:tr>
      <w:tr w:rsidR="00105F6D" w:rsidRPr="000855FF" w14:paraId="763A1268" w14:textId="77777777" w:rsidTr="00556CA6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3D5B5856" w:rsidR="00105F6D" w:rsidRPr="00105F6D" w:rsidRDefault="00105F6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Cs/>
                <w:lang w:eastAsia="pl-PL"/>
              </w:rPr>
            </w:pPr>
            <w:r w:rsidRPr="00105F6D">
              <w:rPr>
                <w:rFonts w:cstheme="minorHAnsi"/>
                <w:bCs/>
                <w:lang w:eastAsia="pl-PL"/>
              </w:rPr>
              <w:t>4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105F6D" w:rsidRPr="000855FF" w:rsidRDefault="00105F6D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64B5" w14:textId="77777777" w:rsidR="00105F6D" w:rsidRPr="000855FF" w:rsidRDefault="00105F6D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105F6D" w:rsidRPr="000855FF" w14:paraId="67F67CBB" w14:textId="77777777" w:rsidTr="00556CA6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458C018" w:rsidR="00105F6D" w:rsidRPr="00105F6D" w:rsidRDefault="00105F6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Cs/>
                <w:lang w:eastAsia="pl-PL"/>
              </w:rPr>
            </w:pPr>
            <w:r w:rsidRPr="00105F6D">
              <w:rPr>
                <w:rFonts w:cstheme="minorHAnsi"/>
                <w:bCs/>
                <w:lang w:eastAsia="pl-PL"/>
              </w:rPr>
              <w:t>5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105F6D" w:rsidRPr="000855FF" w:rsidRDefault="00105F6D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F6BAD" w14:textId="77777777" w:rsidR="00105F6D" w:rsidRPr="000855FF" w:rsidRDefault="00105F6D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105F6D" w:rsidRPr="000855FF" w14:paraId="10570505" w14:textId="77777777" w:rsidTr="00556CA6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9C54" w14:textId="756839CD" w:rsidR="00105F6D" w:rsidRPr="00105F6D" w:rsidRDefault="00105F6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Cs/>
                <w:lang w:eastAsia="pl-PL"/>
              </w:rPr>
            </w:pPr>
            <w:r>
              <w:rPr>
                <w:rFonts w:cstheme="minorHAnsi"/>
                <w:bCs/>
                <w:lang w:eastAsia="pl-PL"/>
              </w:rPr>
              <w:t>6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42F2" w14:textId="77777777" w:rsidR="00105F6D" w:rsidRPr="000855FF" w:rsidRDefault="00105F6D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FE22" w14:textId="77777777" w:rsidR="00105F6D" w:rsidRPr="000855FF" w:rsidRDefault="00105F6D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105F6D" w:rsidRPr="000855FF" w14:paraId="0E1B55D3" w14:textId="77777777" w:rsidTr="00556CA6">
        <w:trPr>
          <w:trHeight w:hRule="exact" w:val="631"/>
        </w:trPr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9D7927B" w14:textId="5A829977" w:rsidR="00105F6D" w:rsidRPr="000855FF" w:rsidRDefault="00105F6D" w:rsidP="00556CA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105F6D">
              <w:rPr>
                <w:rFonts w:cstheme="minorHAnsi"/>
                <w:i/>
                <w:iCs/>
                <w:szCs w:val="20"/>
                <w:lang w:eastAsia="pl-PL"/>
              </w:rPr>
              <w:t xml:space="preserve">co najmniej </w:t>
            </w:r>
            <w:r>
              <w:rPr>
                <w:rFonts w:cstheme="minorHAnsi"/>
                <w:i/>
                <w:iCs/>
                <w:szCs w:val="20"/>
                <w:lang w:eastAsia="pl-PL"/>
              </w:rPr>
              <w:t>1</w:t>
            </w:r>
            <w:r w:rsidRPr="00105F6D">
              <w:rPr>
                <w:rFonts w:cstheme="minorHAnsi"/>
                <w:i/>
                <w:iCs/>
                <w:szCs w:val="20"/>
                <w:lang w:eastAsia="pl-PL"/>
              </w:rPr>
              <w:t xml:space="preserve"> osob</w:t>
            </w:r>
            <w:r>
              <w:rPr>
                <w:rFonts w:cstheme="minorHAnsi"/>
                <w:i/>
                <w:iCs/>
                <w:szCs w:val="20"/>
                <w:lang w:eastAsia="pl-PL"/>
              </w:rPr>
              <w:t>a</w:t>
            </w:r>
            <w:r w:rsidRPr="00105F6D">
              <w:rPr>
                <w:rFonts w:cstheme="minorHAnsi"/>
                <w:i/>
                <w:iCs/>
                <w:szCs w:val="20"/>
                <w:lang w:eastAsia="pl-PL"/>
              </w:rPr>
              <w:t xml:space="preserve"> posiadając</w:t>
            </w:r>
            <w:r>
              <w:rPr>
                <w:rFonts w:cstheme="minorHAnsi"/>
                <w:i/>
                <w:iCs/>
                <w:szCs w:val="20"/>
                <w:lang w:eastAsia="pl-PL"/>
              </w:rPr>
              <w:t>a</w:t>
            </w:r>
            <w:r w:rsidRPr="00105F6D">
              <w:rPr>
                <w:rFonts w:cstheme="minorHAnsi"/>
                <w:i/>
                <w:iCs/>
                <w:szCs w:val="20"/>
                <w:lang w:eastAsia="pl-PL"/>
              </w:rPr>
              <w:t xml:space="preserve"> uprawnienia budowlane do kierowania robotami w</w:t>
            </w:r>
            <w:r w:rsidRPr="00105F6D">
              <w:rPr>
                <w:rFonts w:cstheme="minorHAnsi"/>
                <w:szCs w:val="20"/>
                <w:lang w:eastAsia="pl-PL"/>
              </w:rPr>
              <w:t xml:space="preserve"> </w:t>
            </w:r>
            <w:r w:rsidRPr="00105F6D">
              <w:rPr>
                <w:rFonts w:cstheme="minorHAnsi"/>
                <w:i/>
                <w:iCs/>
                <w:szCs w:val="20"/>
                <w:lang w:eastAsia="pl-PL"/>
              </w:rPr>
              <w:t>branży elektroenergetycznej</w:t>
            </w:r>
          </w:p>
        </w:tc>
      </w:tr>
      <w:tr w:rsidR="00105F6D" w:rsidRPr="000855FF" w14:paraId="3C700917" w14:textId="77777777" w:rsidTr="00556CA6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32598" w14:textId="5F464E1C" w:rsidR="00105F6D" w:rsidRPr="00105F6D" w:rsidRDefault="00105F6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Cs/>
                <w:lang w:eastAsia="pl-PL"/>
              </w:rPr>
            </w:pPr>
            <w:r>
              <w:rPr>
                <w:rFonts w:cstheme="minorHAnsi"/>
                <w:bCs/>
                <w:lang w:eastAsia="pl-PL"/>
              </w:rPr>
              <w:t>7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F5A9" w14:textId="77777777" w:rsidR="00105F6D" w:rsidRPr="000855FF" w:rsidRDefault="00105F6D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2C24" w14:textId="77777777" w:rsidR="00105F6D" w:rsidRPr="000855FF" w:rsidRDefault="00105F6D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105F6D" w:rsidRPr="000855FF" w14:paraId="7B286421" w14:textId="77777777" w:rsidTr="00556CA6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87F3" w14:textId="272F66E2" w:rsidR="00105F6D" w:rsidRPr="00105F6D" w:rsidRDefault="00105F6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Cs/>
                <w:lang w:eastAsia="pl-PL"/>
              </w:rPr>
            </w:pPr>
            <w:r>
              <w:rPr>
                <w:rFonts w:cstheme="minorHAnsi"/>
                <w:bCs/>
                <w:lang w:eastAsia="pl-PL"/>
              </w:rPr>
              <w:t>8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3498" w14:textId="77777777" w:rsidR="00105F6D" w:rsidRPr="000855FF" w:rsidRDefault="00105F6D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7159" w14:textId="77777777" w:rsidR="00105F6D" w:rsidRPr="000855FF" w:rsidRDefault="00105F6D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105F6D" w:rsidRPr="000855FF" w14:paraId="3FA79CF3" w14:textId="77777777" w:rsidTr="00556CA6">
        <w:trPr>
          <w:trHeight w:hRule="exact" w:val="3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ACFB" w14:textId="608AB65B" w:rsidR="00105F6D" w:rsidRPr="00105F6D" w:rsidRDefault="00105F6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Cs/>
                <w:lang w:eastAsia="pl-PL"/>
              </w:rPr>
            </w:pPr>
            <w:r>
              <w:rPr>
                <w:rFonts w:cstheme="minorHAnsi"/>
                <w:bCs/>
                <w:lang w:eastAsia="pl-PL"/>
              </w:rPr>
              <w:t>9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D7E4" w14:textId="77777777" w:rsidR="00105F6D" w:rsidRPr="000855FF" w:rsidRDefault="00105F6D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11B2" w14:textId="77777777" w:rsidR="00105F6D" w:rsidRPr="000855FF" w:rsidRDefault="00105F6D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222CD7A" w14:textId="77777777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76AFFF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B1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96ED9A5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</w:t>
          </w:r>
          <w:r w:rsidR="00105F6D" w:rsidRPr="00105F6D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br/>
            <w:t>POST/DYS/OLD/GZ/00258/2026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242954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07687521">
    <w:abstractNumId w:val="18"/>
  </w:num>
  <w:num w:numId="2" w16cid:durableId="1870485803">
    <w:abstractNumId w:val="7"/>
  </w:num>
  <w:num w:numId="3" w16cid:durableId="47649693">
    <w:abstractNumId w:val="12"/>
  </w:num>
  <w:num w:numId="4" w16cid:durableId="989987492">
    <w:abstractNumId w:val="20"/>
  </w:num>
  <w:num w:numId="5" w16cid:durableId="1780489841">
    <w:abstractNumId w:val="18"/>
  </w:num>
  <w:num w:numId="6" w16cid:durableId="1029641265">
    <w:abstractNumId w:val="18"/>
  </w:num>
  <w:num w:numId="7" w16cid:durableId="229539016">
    <w:abstractNumId w:val="3"/>
  </w:num>
  <w:num w:numId="8" w16cid:durableId="1736657107">
    <w:abstractNumId w:val="27"/>
  </w:num>
  <w:num w:numId="9" w16cid:durableId="1247306365">
    <w:abstractNumId w:val="16"/>
  </w:num>
  <w:num w:numId="10" w16cid:durableId="2071491849">
    <w:abstractNumId w:val="4"/>
  </w:num>
  <w:num w:numId="11" w16cid:durableId="768085084">
    <w:abstractNumId w:val="13"/>
  </w:num>
  <w:num w:numId="12" w16cid:durableId="1875581723">
    <w:abstractNumId w:val="11"/>
  </w:num>
  <w:num w:numId="13" w16cid:durableId="170485684">
    <w:abstractNumId w:val="26"/>
  </w:num>
  <w:num w:numId="14" w16cid:durableId="1898592753">
    <w:abstractNumId w:val="22"/>
  </w:num>
  <w:num w:numId="15" w16cid:durableId="1042558918">
    <w:abstractNumId w:val="15"/>
  </w:num>
  <w:num w:numId="16" w16cid:durableId="419179024">
    <w:abstractNumId w:val="9"/>
  </w:num>
  <w:num w:numId="17" w16cid:durableId="1961569553">
    <w:abstractNumId w:val="5"/>
  </w:num>
  <w:num w:numId="18" w16cid:durableId="1294942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2119046">
    <w:abstractNumId w:val="0"/>
  </w:num>
  <w:num w:numId="20" w16cid:durableId="441917697">
    <w:abstractNumId w:val="28"/>
  </w:num>
  <w:num w:numId="21" w16cid:durableId="751585451">
    <w:abstractNumId w:val="1"/>
  </w:num>
  <w:num w:numId="22" w16cid:durableId="898058414">
    <w:abstractNumId w:val="14"/>
  </w:num>
  <w:num w:numId="23" w16cid:durableId="454060415">
    <w:abstractNumId w:val="10"/>
  </w:num>
  <w:num w:numId="24" w16cid:durableId="33240135">
    <w:abstractNumId w:val="21"/>
  </w:num>
  <w:num w:numId="25" w16cid:durableId="1241714205">
    <w:abstractNumId w:val="25"/>
  </w:num>
  <w:num w:numId="26" w16cid:durableId="646320041">
    <w:abstractNumId w:val="2"/>
  </w:num>
  <w:num w:numId="27" w16cid:durableId="1514105378">
    <w:abstractNumId w:val="24"/>
  </w:num>
  <w:num w:numId="28" w16cid:durableId="1781798036">
    <w:abstractNumId w:val="23"/>
  </w:num>
  <w:num w:numId="29" w16cid:durableId="14962164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20259946">
    <w:abstractNumId w:val="19"/>
  </w:num>
  <w:num w:numId="31" w16cid:durableId="1055936548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05F6D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13A"/>
    <w:rsid w:val="00535E9B"/>
    <w:rsid w:val="005453F1"/>
    <w:rsid w:val="00551FB7"/>
    <w:rsid w:val="005563FF"/>
    <w:rsid w:val="00556CA6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574F9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4773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2015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0CEA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9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755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426641-78F2-450E-9D61-1177A2B29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E06E73-D450-4115-9DE7-BD857C1526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81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16</cp:revision>
  <cp:lastPrinted>2024-07-15T11:21:00Z</cp:lastPrinted>
  <dcterms:created xsi:type="dcterms:W3CDTF">2025-01-15T13:15:00Z</dcterms:created>
  <dcterms:modified xsi:type="dcterms:W3CDTF">2026-01-30T09:57:00Z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